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62E3064D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A35CD5">
        <w:rPr>
          <w:rFonts w:ascii="Corbel" w:hAnsi="Corbel"/>
          <w:iCs/>
          <w:smallCaps/>
          <w:sz w:val="24"/>
          <w:szCs w:val="24"/>
        </w:rPr>
        <w:t>2022-202</w:t>
      </w:r>
      <w:r w:rsidR="00A35CD5">
        <w:rPr>
          <w:rFonts w:ascii="Corbel" w:hAnsi="Corbel"/>
          <w:smallCaps/>
          <w:sz w:val="24"/>
          <w:szCs w:val="24"/>
        </w:rPr>
        <w:t>5</w:t>
      </w:r>
    </w:p>
    <w:p w14:paraId="1916D897" w14:textId="543B242A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A35CD5">
        <w:rPr>
          <w:rFonts w:ascii="Corbel" w:hAnsi="Corbel"/>
          <w:sz w:val="20"/>
          <w:szCs w:val="20"/>
        </w:rPr>
        <w:t>4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A35CD5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1" w:name="_Hlk57004889"/>
      <w:r w:rsidRPr="003E0BC0">
        <w:rPr>
          <w:rFonts w:ascii="Corbel" w:hAnsi="Corbel"/>
          <w:b w:val="0"/>
          <w:smallCaps w:val="0"/>
          <w:color w:val="000000" w:themeColor="text1"/>
        </w:rPr>
        <w:t xml:space="preserve">þ zajęcia w formie tradycyjnej lub z wykorzystaniem platformy Ms </w:t>
      </w:r>
      <w:proofErr w:type="spellStart"/>
      <w:r w:rsidRPr="003E0BC0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1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lastRenderedPageBreak/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77777777" w:rsidR="0085747A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77777777" w:rsidR="00C61DC5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Przedsiębiorstwo międzynarodowe / Jerzy </w:t>
            </w:r>
            <w:proofErr w:type="spellStart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8980E" w14:textId="77777777" w:rsidR="00866301" w:rsidRDefault="00866301" w:rsidP="00C16ABF">
      <w:pPr>
        <w:spacing w:after="0" w:line="240" w:lineRule="auto"/>
      </w:pPr>
      <w:r>
        <w:separator/>
      </w:r>
    </w:p>
  </w:endnote>
  <w:endnote w:type="continuationSeparator" w:id="0">
    <w:p w14:paraId="392F1D93" w14:textId="77777777" w:rsidR="00866301" w:rsidRDefault="008663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A729D" w14:textId="77777777" w:rsidR="00866301" w:rsidRDefault="00866301" w:rsidP="00C16ABF">
      <w:pPr>
        <w:spacing w:after="0" w:line="240" w:lineRule="auto"/>
      </w:pPr>
      <w:r>
        <w:separator/>
      </w:r>
    </w:p>
  </w:footnote>
  <w:footnote w:type="continuationSeparator" w:id="0">
    <w:p w14:paraId="6879012A" w14:textId="77777777" w:rsidR="00866301" w:rsidRDefault="0086630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9780C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663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5CD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0D67"/>
    <w:rsid w:val="00DE09C0"/>
    <w:rsid w:val="00DE4A14"/>
    <w:rsid w:val="00DF25B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0A51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2CF3C4-1C5B-4B47-8B98-B96FD49EC9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F96FB-CC20-43C2-B120-5F6CF45B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2021-01-19T09:35:00Z</dcterms:created>
  <dcterms:modified xsi:type="dcterms:W3CDTF">2022-02-09T11:20:00Z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